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9:00-9:30    Week of: April 23-27, 2012</w:t>
      </w:r>
    </w:p>
    <w:p w:rsidR="001F64FB" w:rsidRDefault="001F64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Commas Unit: 29 Spelling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29 Spelling Words; define commas &amp; spell them correctly</w:t>
      </w:r>
    </w:p>
    <w:p w:rsidR="001F64FB" w:rsidRPr="008412C6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29 Pretest 3)Go over Spelling words &amp; patterns orally, &amp; SW highlight any misspelled words from the pretest 4)Read together blue box page 218 5)Guided Practice pg 218 part A by telling hand &amp; releasing answers 6)SW who missed any spelling words will write words correctly 5x’s each; students who made 100 will have quiet free time</w:t>
      </w:r>
    </w:p>
    <w:p w:rsidR="001F64FB" w:rsidRDefault="001F64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29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29 spelling words; use commas correctly in writing</w:t>
      </w:r>
    </w:p>
    <w:p w:rsidR="001F64FB" w:rsidRPr="00E84BA9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commas pg 218 4)Guided Practice pg 219 orally 5)Independent Practice pg 221 on loose leaf paper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29 Spelling, Grammar &amp; Writing Books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commas pg 221 by saying answers orally 4)Commas Test 5) Spelling Game if time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Commas Test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29 correctly for a Spelling Test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46FFC"/>
    <w:rsid w:val="004755EE"/>
    <w:rsid w:val="004A7CDA"/>
    <w:rsid w:val="004C2EF0"/>
    <w:rsid w:val="005104A8"/>
    <w:rsid w:val="0056332F"/>
    <w:rsid w:val="00575E2D"/>
    <w:rsid w:val="00585634"/>
    <w:rsid w:val="005A51A7"/>
    <w:rsid w:val="005B2E81"/>
    <w:rsid w:val="00635667"/>
    <w:rsid w:val="0067459F"/>
    <w:rsid w:val="006754AC"/>
    <w:rsid w:val="00730817"/>
    <w:rsid w:val="007850B4"/>
    <w:rsid w:val="007B60C0"/>
    <w:rsid w:val="007F2BD8"/>
    <w:rsid w:val="008412C6"/>
    <w:rsid w:val="0088208D"/>
    <w:rsid w:val="008A55A5"/>
    <w:rsid w:val="008A7FE6"/>
    <w:rsid w:val="008C7B36"/>
    <w:rsid w:val="008D22D6"/>
    <w:rsid w:val="008E7DE6"/>
    <w:rsid w:val="008F4A5D"/>
    <w:rsid w:val="0097139E"/>
    <w:rsid w:val="00971963"/>
    <w:rsid w:val="009B1F9E"/>
    <w:rsid w:val="009E6B00"/>
    <w:rsid w:val="00A03E2A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337</Words>
  <Characters>1926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2011-09-19T16:54:00Z</dcterms:created>
  <dcterms:modified xsi:type="dcterms:W3CDTF">2011-09-19T16:54:00Z</dcterms:modified>
</cp:coreProperties>
</file>